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CE560A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Pr="00CE560A">
        <w:rPr>
          <w:rFonts w:ascii="Corbel" w:hAnsi="Corbel"/>
          <w:b/>
          <w:bCs/>
        </w:rPr>
        <w:tab/>
      </w:r>
      <w:r w:rsidR="00D8678B" w:rsidRPr="00CE560A">
        <w:rPr>
          <w:rFonts w:ascii="Corbel" w:hAnsi="Corbel"/>
          <w:bCs/>
          <w:i/>
        </w:rPr>
        <w:t xml:space="preserve">Załącznik nr </w:t>
      </w:r>
      <w:r w:rsidR="006F31E2" w:rsidRPr="00CE560A">
        <w:rPr>
          <w:rFonts w:ascii="Corbel" w:hAnsi="Corbel"/>
          <w:bCs/>
          <w:i/>
        </w:rPr>
        <w:t>1.5</w:t>
      </w:r>
      <w:r w:rsidR="00D8678B" w:rsidRPr="00CE560A">
        <w:rPr>
          <w:rFonts w:ascii="Corbel" w:hAnsi="Corbel"/>
          <w:bCs/>
          <w:i/>
        </w:rPr>
        <w:t xml:space="preserve"> do Zarządzenia</w:t>
      </w:r>
      <w:r w:rsidR="002A22BF" w:rsidRPr="00CE560A">
        <w:rPr>
          <w:rFonts w:ascii="Corbel" w:hAnsi="Corbel"/>
          <w:bCs/>
          <w:i/>
        </w:rPr>
        <w:t xml:space="preserve"> Rektora UR </w:t>
      </w:r>
      <w:r w:rsidRPr="00CE560A">
        <w:rPr>
          <w:rFonts w:ascii="Corbel" w:hAnsi="Corbel"/>
          <w:bCs/>
          <w:i/>
        </w:rPr>
        <w:t xml:space="preserve"> nr </w:t>
      </w:r>
      <w:r w:rsidR="00F17567" w:rsidRPr="00CE560A">
        <w:rPr>
          <w:rFonts w:ascii="Corbel" w:hAnsi="Corbel"/>
          <w:bCs/>
          <w:i/>
        </w:rPr>
        <w:t>12/2019</w:t>
      </w:r>
    </w:p>
    <w:p w14:paraId="76CB7A0A" w14:textId="77777777" w:rsidR="0085747A" w:rsidRPr="00CE560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7B7D174" w:rsidR="0085747A" w:rsidRPr="00114832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CE560A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E560A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114832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F72BE1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114832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F72BE1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6A743604" w14:textId="32E6DC99" w:rsidR="00445970" w:rsidRPr="00CE560A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sz w:val="20"/>
          <w:szCs w:val="20"/>
        </w:rPr>
        <w:t xml:space="preserve">Rok akademicki   </w:t>
      </w:r>
      <w:r w:rsidR="00182C9E" w:rsidRPr="00CE560A">
        <w:rPr>
          <w:rFonts w:ascii="Corbel" w:hAnsi="Corbel"/>
          <w:sz w:val="20"/>
          <w:szCs w:val="20"/>
        </w:rPr>
        <w:t>202</w:t>
      </w:r>
      <w:r w:rsidR="00F72BE1">
        <w:rPr>
          <w:rFonts w:ascii="Corbel" w:hAnsi="Corbel"/>
          <w:sz w:val="20"/>
          <w:szCs w:val="20"/>
        </w:rPr>
        <w:t>1</w:t>
      </w:r>
      <w:r w:rsidR="00182C9E" w:rsidRPr="00CE560A">
        <w:rPr>
          <w:rFonts w:ascii="Corbel" w:hAnsi="Corbel"/>
          <w:sz w:val="20"/>
          <w:szCs w:val="20"/>
        </w:rPr>
        <w:t>/202</w:t>
      </w:r>
      <w:r w:rsidR="00F72BE1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E560A">
        <w:rPr>
          <w:rFonts w:ascii="Corbel" w:hAnsi="Corbel"/>
          <w:szCs w:val="24"/>
        </w:rPr>
        <w:t xml:space="preserve">1. </w:t>
      </w:r>
      <w:r w:rsidR="0085747A" w:rsidRPr="00CE560A">
        <w:rPr>
          <w:rFonts w:ascii="Corbel" w:hAnsi="Corbel"/>
          <w:szCs w:val="24"/>
        </w:rPr>
        <w:t xml:space="preserve">Podstawowe </w:t>
      </w:r>
      <w:r w:rsidR="00445970" w:rsidRPr="00CE560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A7406" w:rsidRPr="00CE560A" w14:paraId="0ABA8A78" w14:textId="77777777" w:rsidTr="001A7406">
        <w:tc>
          <w:tcPr>
            <w:tcW w:w="2694" w:type="dxa"/>
            <w:vAlign w:val="center"/>
          </w:tcPr>
          <w:p w14:paraId="617C0DAC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5A1CB78" w:rsidR="001A7406" w:rsidRPr="00356A3B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56A3B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 audyt w przedsiębiorstwie</w:t>
            </w:r>
          </w:p>
        </w:tc>
      </w:tr>
      <w:tr w:rsidR="001A7406" w:rsidRPr="00CE560A" w14:paraId="506999EA" w14:textId="77777777" w:rsidTr="001A7406">
        <w:tc>
          <w:tcPr>
            <w:tcW w:w="2694" w:type="dxa"/>
            <w:vAlign w:val="center"/>
          </w:tcPr>
          <w:p w14:paraId="315ED69E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1E5C27A5" w14:textId="0CA27A54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FiR/II/RiA/C.1</w:t>
            </w:r>
          </w:p>
        </w:tc>
      </w:tr>
      <w:tr w:rsidR="001A7406" w:rsidRPr="00CE560A" w14:paraId="4D7811D2" w14:textId="77777777" w:rsidTr="001A7406">
        <w:tc>
          <w:tcPr>
            <w:tcW w:w="2694" w:type="dxa"/>
            <w:vAlign w:val="center"/>
          </w:tcPr>
          <w:p w14:paraId="7E428FF4" w14:textId="77777777" w:rsidR="001A7406" w:rsidRPr="00CE560A" w:rsidRDefault="001A7406" w:rsidP="001A740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5A997DB3" w14:textId="39359D21" w:rsidR="001A7406" w:rsidRPr="00CE560A" w:rsidRDefault="001A7406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A7406" w:rsidRPr="00CE560A" w14:paraId="667C2DFC" w14:textId="77777777" w:rsidTr="001A7406">
        <w:tc>
          <w:tcPr>
            <w:tcW w:w="2694" w:type="dxa"/>
            <w:vAlign w:val="center"/>
          </w:tcPr>
          <w:p w14:paraId="12507E4F" w14:textId="77777777" w:rsidR="001A7406" w:rsidRPr="00CE560A" w:rsidRDefault="001A7406" w:rsidP="001A740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56C8D5D" w:rsidR="001A7406" w:rsidRPr="00CE560A" w:rsidRDefault="00356A3B" w:rsidP="001A740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CE560A" w14:paraId="1C470296" w14:textId="77777777" w:rsidTr="001A7406">
        <w:tc>
          <w:tcPr>
            <w:tcW w:w="2694" w:type="dxa"/>
            <w:vAlign w:val="center"/>
          </w:tcPr>
          <w:p w14:paraId="44FD0D04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8E5E987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1483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CE560A" w14:paraId="0369B07B" w14:textId="77777777" w:rsidTr="001A7406">
        <w:tc>
          <w:tcPr>
            <w:tcW w:w="2694" w:type="dxa"/>
            <w:vAlign w:val="center"/>
          </w:tcPr>
          <w:p w14:paraId="6B3B00C4" w14:textId="77777777" w:rsidR="0085747A" w:rsidRPr="00CE560A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E28B28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CE560A" w14:paraId="2753A7D6" w14:textId="77777777" w:rsidTr="001A7406">
        <w:tc>
          <w:tcPr>
            <w:tcW w:w="2694" w:type="dxa"/>
            <w:vAlign w:val="center"/>
          </w:tcPr>
          <w:p w14:paraId="08A4166F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CE560A" w14:paraId="3A39C6A1" w14:textId="77777777" w:rsidTr="001A7406">
        <w:tc>
          <w:tcPr>
            <w:tcW w:w="2694" w:type="dxa"/>
            <w:vAlign w:val="center"/>
          </w:tcPr>
          <w:p w14:paraId="4F5A79F5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5DA3695" w:rsidR="0085747A" w:rsidRPr="00CE560A" w:rsidRDefault="00DD6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CE560A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CE560A" w14:paraId="007CF2B1" w14:textId="77777777" w:rsidTr="001A7406">
        <w:tc>
          <w:tcPr>
            <w:tcW w:w="2694" w:type="dxa"/>
            <w:vAlign w:val="center"/>
          </w:tcPr>
          <w:p w14:paraId="5585E70D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CE560A">
              <w:rPr>
                <w:rFonts w:ascii="Corbel" w:hAnsi="Corbel"/>
                <w:sz w:val="24"/>
                <w:szCs w:val="24"/>
              </w:rPr>
              <w:t>/y</w:t>
            </w:r>
            <w:r w:rsidRPr="00CE560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E4AB50E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CE560A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 w:rsidRPr="00CE560A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CE560A" w14:paraId="4F3F54D3" w14:textId="77777777" w:rsidTr="001A7406">
        <w:tc>
          <w:tcPr>
            <w:tcW w:w="2694" w:type="dxa"/>
            <w:vAlign w:val="center"/>
          </w:tcPr>
          <w:p w14:paraId="547711CB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A790AB" w:rsidR="0085747A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CE560A" w14:paraId="5B7A417E" w14:textId="77777777" w:rsidTr="001A7406">
        <w:tc>
          <w:tcPr>
            <w:tcW w:w="2694" w:type="dxa"/>
            <w:vAlign w:val="center"/>
          </w:tcPr>
          <w:p w14:paraId="4BA6022F" w14:textId="77777777" w:rsidR="00923D7D" w:rsidRPr="00CE560A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CE560A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CE560A" w14:paraId="65731A9E" w14:textId="77777777" w:rsidTr="001A7406">
        <w:tc>
          <w:tcPr>
            <w:tcW w:w="2694" w:type="dxa"/>
            <w:vAlign w:val="center"/>
          </w:tcPr>
          <w:p w14:paraId="7C2F6978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5D0F56F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CE560A" w14:paraId="57276881" w14:textId="77777777" w:rsidTr="001A7406">
        <w:tc>
          <w:tcPr>
            <w:tcW w:w="2694" w:type="dxa"/>
            <w:vAlign w:val="center"/>
          </w:tcPr>
          <w:p w14:paraId="0BD0FC2A" w14:textId="77777777" w:rsidR="0085747A" w:rsidRPr="00CE56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5C68A12" w:rsidR="0085747A" w:rsidRPr="00CE560A" w:rsidRDefault="001A74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CE560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* </w:t>
      </w:r>
      <w:r w:rsidR="00B90885" w:rsidRPr="00CE560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E560A">
        <w:rPr>
          <w:rFonts w:ascii="Corbel" w:hAnsi="Corbel"/>
          <w:b w:val="0"/>
          <w:sz w:val="24"/>
          <w:szCs w:val="24"/>
        </w:rPr>
        <w:t>e,</w:t>
      </w:r>
      <w:r w:rsidR="00C41B9B" w:rsidRPr="00CE560A">
        <w:rPr>
          <w:rFonts w:ascii="Corbel" w:hAnsi="Corbel"/>
          <w:b w:val="0"/>
          <w:sz w:val="24"/>
          <w:szCs w:val="24"/>
        </w:rPr>
        <w:t xml:space="preserve"> </w:t>
      </w:r>
      <w:r w:rsidRPr="00CE560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E560A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CE560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1.</w:t>
      </w:r>
      <w:r w:rsidR="00E22FBC" w:rsidRPr="00CE560A">
        <w:rPr>
          <w:rFonts w:ascii="Corbel" w:hAnsi="Corbel"/>
          <w:sz w:val="24"/>
          <w:szCs w:val="24"/>
        </w:rPr>
        <w:t>1</w:t>
      </w:r>
      <w:r w:rsidRPr="00CE560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CE560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E560A" w14:paraId="07871431" w14:textId="77777777" w:rsidTr="001A740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CE560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(</w:t>
            </w:r>
            <w:r w:rsidR="00363F78" w:rsidRPr="00CE560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E560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CE560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CE560A">
              <w:rPr>
                <w:rFonts w:ascii="Corbel" w:hAnsi="Corbel"/>
                <w:b/>
                <w:szCs w:val="24"/>
              </w:rPr>
              <w:t>Liczba pkt</w:t>
            </w:r>
            <w:r w:rsidR="00B90885" w:rsidRPr="00CE560A">
              <w:rPr>
                <w:rFonts w:ascii="Corbel" w:hAnsi="Corbel"/>
                <w:b/>
                <w:szCs w:val="24"/>
              </w:rPr>
              <w:t>.</w:t>
            </w:r>
            <w:r w:rsidRPr="00CE560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A7406" w:rsidRPr="00CE560A" w14:paraId="174E29BA" w14:textId="77777777" w:rsidTr="007A6DA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6FAB49D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68D3CC8E" w:rsidR="001A7406" w:rsidRPr="00CE560A" w:rsidRDefault="000A1600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FA6E92B" w:rsidR="001A7406" w:rsidRPr="00CE560A" w:rsidRDefault="000A1600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D093B0C" w:rsidR="001A7406" w:rsidRPr="00CE560A" w:rsidRDefault="001A7406" w:rsidP="001A7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CE560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CE560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4882895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1.</w:t>
      </w:r>
      <w:r w:rsidR="00E22FBC" w:rsidRPr="00CE560A">
        <w:rPr>
          <w:rFonts w:ascii="Corbel" w:hAnsi="Corbel"/>
          <w:smallCaps w:val="0"/>
          <w:szCs w:val="24"/>
        </w:rPr>
        <w:t>2</w:t>
      </w:r>
      <w:r w:rsidR="00F83B28" w:rsidRPr="00CE560A">
        <w:rPr>
          <w:rFonts w:ascii="Corbel" w:hAnsi="Corbel"/>
          <w:smallCaps w:val="0"/>
          <w:szCs w:val="24"/>
        </w:rPr>
        <w:t>.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 xml:space="preserve">Sposób realizacji zajęć  </w:t>
      </w:r>
    </w:p>
    <w:p w14:paraId="3689BC7D" w14:textId="77777777" w:rsidR="00114832" w:rsidRPr="00CE560A" w:rsidRDefault="0011483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AE30874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2C84433" w14:textId="77777777" w:rsidR="00114832" w:rsidRPr="009C54AE" w:rsidRDefault="00114832" w:rsidP="0011483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CE560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1.3 </w:t>
      </w:r>
      <w:r w:rsidR="00F83B28" w:rsidRPr="00CE560A">
        <w:rPr>
          <w:rFonts w:ascii="Corbel" w:hAnsi="Corbel"/>
          <w:smallCaps w:val="0"/>
          <w:szCs w:val="24"/>
        </w:rPr>
        <w:tab/>
      </w:r>
      <w:r w:rsidRPr="00CE560A">
        <w:rPr>
          <w:rFonts w:ascii="Corbel" w:hAnsi="Corbel"/>
          <w:smallCaps w:val="0"/>
          <w:szCs w:val="24"/>
        </w:rPr>
        <w:t>For</w:t>
      </w:r>
      <w:r w:rsidR="00445970" w:rsidRPr="00CE560A">
        <w:rPr>
          <w:rFonts w:ascii="Corbel" w:hAnsi="Corbel"/>
          <w:smallCaps w:val="0"/>
          <w:szCs w:val="24"/>
        </w:rPr>
        <w:t xml:space="preserve">ma zaliczenia przedmiotu </w:t>
      </w:r>
      <w:r w:rsidRPr="00CE560A">
        <w:rPr>
          <w:rFonts w:ascii="Corbel" w:hAnsi="Corbel"/>
          <w:smallCaps w:val="0"/>
          <w:szCs w:val="24"/>
        </w:rPr>
        <w:t xml:space="preserve"> (z toku) </w:t>
      </w:r>
      <w:r w:rsidRPr="00CE560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C30B5D" w14:textId="77777777" w:rsidR="001A7406" w:rsidRPr="00CE560A" w:rsidRDefault="001A7406" w:rsidP="001A740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Wykład - zaliczenie</w:t>
      </w:r>
    </w:p>
    <w:p w14:paraId="78CF1EE0" w14:textId="5213E441" w:rsidR="009C54AE" w:rsidRPr="00CE560A" w:rsidRDefault="001A74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 – zaliczenie na ocenę</w:t>
      </w:r>
    </w:p>
    <w:p w14:paraId="3CE06286" w14:textId="77777777" w:rsidR="00E960BB" w:rsidRPr="00CE560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003EB43F" w14:textId="77777777" w:rsidTr="00745302">
        <w:tc>
          <w:tcPr>
            <w:tcW w:w="9670" w:type="dxa"/>
          </w:tcPr>
          <w:p w14:paraId="20BFFC4C" w14:textId="22F80629" w:rsidR="0085747A" w:rsidRPr="00CE560A" w:rsidRDefault="001A740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ogólną wiedzę dotyczącą podstaw funkcjonowania i zarządzania przedsiębiorstwem.</w:t>
            </w:r>
          </w:p>
        </w:tc>
      </w:tr>
    </w:tbl>
    <w:p w14:paraId="0095970D" w14:textId="77777777" w:rsidR="00153C41" w:rsidRPr="00CE560A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CE560A">
        <w:rPr>
          <w:rFonts w:ascii="Corbel" w:hAnsi="Corbel"/>
          <w:szCs w:val="24"/>
        </w:rPr>
        <w:lastRenderedPageBreak/>
        <w:t>3.</w:t>
      </w:r>
      <w:r w:rsidR="00A84C85" w:rsidRPr="00CE560A">
        <w:rPr>
          <w:rFonts w:ascii="Corbel" w:hAnsi="Corbel"/>
          <w:szCs w:val="24"/>
        </w:rPr>
        <w:t>cele, efekty uczenia się</w:t>
      </w:r>
      <w:r w:rsidR="0085747A" w:rsidRPr="00CE560A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CE560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3.1 </w:t>
      </w:r>
      <w:r w:rsidR="00C05F44" w:rsidRPr="00CE560A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CE560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A7406" w:rsidRPr="00CE560A" w14:paraId="1D38D5E6" w14:textId="77777777" w:rsidTr="001A7406">
        <w:tc>
          <w:tcPr>
            <w:tcW w:w="845" w:type="dxa"/>
            <w:vAlign w:val="center"/>
          </w:tcPr>
          <w:p w14:paraId="4B62A855" w14:textId="7E37725D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302B4C47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pojęciem i znaczeniem zarządzania, kontroli, kontrolingu i audytu w przedsiębiorstwie. </w:t>
            </w:r>
          </w:p>
        </w:tc>
      </w:tr>
      <w:tr w:rsidR="001A7406" w:rsidRPr="00CE560A" w14:paraId="2547E272" w14:textId="77777777" w:rsidTr="001A7406">
        <w:tc>
          <w:tcPr>
            <w:tcW w:w="845" w:type="dxa"/>
            <w:vAlign w:val="center"/>
          </w:tcPr>
          <w:p w14:paraId="28729CF7" w14:textId="69BB4B86" w:rsidR="001A7406" w:rsidRPr="00CE560A" w:rsidRDefault="001A7406" w:rsidP="001A740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514D506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 xml:space="preserve">Przedstawienie i scharakteryzowanie typów kontroli i audytu oraz ich znaczenie dla przedsiębiorstwa. </w:t>
            </w:r>
          </w:p>
        </w:tc>
      </w:tr>
      <w:tr w:rsidR="001A7406" w:rsidRPr="00CE560A" w14:paraId="0DF48945" w14:textId="77777777" w:rsidTr="001A7406">
        <w:tc>
          <w:tcPr>
            <w:tcW w:w="845" w:type="dxa"/>
            <w:vAlign w:val="center"/>
          </w:tcPr>
          <w:p w14:paraId="51C70595" w14:textId="71703C59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79C805AF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Zapoznanie studentów z zadaniami i funkcjami kontrolera i audytora.</w:t>
            </w:r>
          </w:p>
        </w:tc>
      </w:tr>
      <w:tr w:rsidR="001A7406" w:rsidRPr="00CE560A" w14:paraId="385BF44E" w14:textId="77777777" w:rsidTr="001A7406">
        <w:tc>
          <w:tcPr>
            <w:tcW w:w="845" w:type="dxa"/>
            <w:vAlign w:val="center"/>
          </w:tcPr>
          <w:p w14:paraId="50A18DA0" w14:textId="098F0563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60C31DD2" w14:textId="4ECE4F5A" w:rsidR="001A7406" w:rsidRPr="00CE560A" w:rsidRDefault="001A7406" w:rsidP="001A740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E560A">
              <w:rPr>
                <w:rFonts w:ascii="Corbel" w:hAnsi="Corbel"/>
                <w:b w:val="0"/>
                <w:sz w:val="24"/>
                <w:szCs w:val="24"/>
              </w:rPr>
              <w:t>Kształtowanie umiejętności korzystania z literatury przedmiotu do rozwiązywania problemów praktycznych dotyczących kontroli i audytu.</w:t>
            </w:r>
          </w:p>
        </w:tc>
      </w:tr>
    </w:tbl>
    <w:p w14:paraId="7942D7EE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CE560A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3.2 </w:t>
      </w:r>
      <w:r w:rsidR="001D7B54" w:rsidRPr="00CE560A">
        <w:rPr>
          <w:rFonts w:ascii="Corbel" w:hAnsi="Corbel"/>
          <w:b/>
          <w:sz w:val="24"/>
          <w:szCs w:val="24"/>
        </w:rPr>
        <w:t xml:space="preserve">Efekty </w:t>
      </w:r>
      <w:r w:rsidR="00C05F44" w:rsidRPr="00CE560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E560A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CE560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E560A" w14:paraId="4989DCBB" w14:textId="77777777" w:rsidTr="001A7406">
        <w:tc>
          <w:tcPr>
            <w:tcW w:w="1681" w:type="dxa"/>
            <w:vAlign w:val="center"/>
          </w:tcPr>
          <w:p w14:paraId="6B99B7C4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E560A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CE560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E560A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7406" w:rsidRPr="00CE560A" w14:paraId="2FAE894A" w14:textId="77777777" w:rsidTr="001A7406">
        <w:tc>
          <w:tcPr>
            <w:tcW w:w="1681" w:type="dxa"/>
          </w:tcPr>
          <w:p w14:paraId="48E5C6E7" w14:textId="3C932AEE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E560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74E2C79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Definiuje pojęcie zarządzania, kontroli, kontrolingu i audytu w przedsiębiorstwie i określa ich rodzaje i znaczenie. </w:t>
            </w:r>
          </w:p>
        </w:tc>
        <w:tc>
          <w:tcPr>
            <w:tcW w:w="1865" w:type="dxa"/>
          </w:tcPr>
          <w:p w14:paraId="3B0F2772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4F69208C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K_W07</w:t>
            </w:r>
          </w:p>
          <w:p w14:paraId="208BD672" w14:textId="0F12766D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48B116A6" w14:textId="77777777" w:rsidTr="001A7406">
        <w:tc>
          <w:tcPr>
            <w:tcW w:w="1681" w:type="dxa"/>
          </w:tcPr>
          <w:p w14:paraId="55D5A65C" w14:textId="445AD7E7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C198FC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Określa miejsce, zadania i funkcje kontrolera i audytora w przedsiębiorstwie. </w:t>
            </w:r>
          </w:p>
        </w:tc>
        <w:tc>
          <w:tcPr>
            <w:tcW w:w="1865" w:type="dxa"/>
          </w:tcPr>
          <w:p w14:paraId="2BACF353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K_W06</w:t>
            </w:r>
          </w:p>
          <w:p w14:paraId="24FF75B8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K_W10</w:t>
            </w:r>
          </w:p>
          <w:p w14:paraId="656E048A" w14:textId="7753E10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K_W11</w:t>
            </w:r>
          </w:p>
        </w:tc>
      </w:tr>
      <w:tr w:rsidR="001A7406" w:rsidRPr="00CE560A" w14:paraId="32BADA47" w14:textId="77777777" w:rsidTr="001A7406">
        <w:tc>
          <w:tcPr>
            <w:tcW w:w="1681" w:type="dxa"/>
          </w:tcPr>
          <w:p w14:paraId="4CBEB17A" w14:textId="714976D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A60859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Potrafi zastosować wiedzę teoretyczną dotyczącą kontroli i audytu  w zarządzaniu przedsiębiorstwem.</w:t>
            </w:r>
          </w:p>
        </w:tc>
        <w:tc>
          <w:tcPr>
            <w:tcW w:w="1865" w:type="dxa"/>
          </w:tcPr>
          <w:p w14:paraId="53F30019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K_U03</w:t>
            </w:r>
          </w:p>
          <w:p w14:paraId="2C57A908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K_U07</w:t>
            </w:r>
          </w:p>
          <w:p w14:paraId="39FC6B9A" w14:textId="77777777" w:rsidR="001A7406" w:rsidRPr="00CE560A" w:rsidRDefault="001A7406" w:rsidP="001A7406">
            <w:pPr>
              <w:pStyle w:val="Default"/>
              <w:rPr>
                <w:rFonts w:ascii="Corbel" w:hAnsi="Corbel"/>
                <w:smallCaps/>
              </w:rPr>
            </w:pPr>
            <w:r w:rsidRPr="00CE560A">
              <w:rPr>
                <w:rFonts w:ascii="Corbel" w:hAnsi="Corbel"/>
                <w:smallCaps/>
              </w:rPr>
              <w:t>K_U09</w:t>
            </w:r>
          </w:p>
          <w:p w14:paraId="2BA6A2A8" w14:textId="23B8C8AA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</w:rPr>
              <w:t>K_U10</w:t>
            </w:r>
          </w:p>
        </w:tc>
      </w:tr>
      <w:tr w:rsidR="001A7406" w:rsidRPr="00CE560A" w14:paraId="6DA24858" w14:textId="77777777" w:rsidTr="001A7406">
        <w:tc>
          <w:tcPr>
            <w:tcW w:w="1681" w:type="dxa"/>
          </w:tcPr>
          <w:p w14:paraId="1EACC63F" w14:textId="02F6F3CF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653E33A1" w14:textId="56F3FBB4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rozwiązywaniu problemów dotyczących kontroli i audytu w przedsiębiorstwie.</w:t>
            </w:r>
          </w:p>
        </w:tc>
        <w:tc>
          <w:tcPr>
            <w:tcW w:w="1865" w:type="dxa"/>
          </w:tcPr>
          <w:p w14:paraId="690C0860" w14:textId="77777777" w:rsidR="001A7406" w:rsidRPr="00CE560A" w:rsidRDefault="001A7406" w:rsidP="001A7406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CE560A">
              <w:rPr>
                <w:rFonts w:ascii="Corbel" w:hAnsi="Corbel" w:cs="Times New Roman"/>
                <w:color w:val="auto"/>
              </w:rPr>
              <w:t>K_K01</w:t>
            </w:r>
          </w:p>
          <w:p w14:paraId="1E4F920A" w14:textId="0DAA2F82" w:rsidR="001A7406" w:rsidRPr="00CE560A" w:rsidRDefault="001A7406" w:rsidP="001A740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</w:rPr>
              <w:t>K_K03</w:t>
            </w:r>
          </w:p>
        </w:tc>
      </w:tr>
    </w:tbl>
    <w:p w14:paraId="4554A810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CE560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>3.3</w:t>
      </w:r>
      <w:r w:rsidR="0085747A" w:rsidRPr="00CE560A">
        <w:rPr>
          <w:rFonts w:ascii="Corbel" w:hAnsi="Corbel"/>
          <w:b/>
          <w:sz w:val="24"/>
          <w:szCs w:val="24"/>
        </w:rPr>
        <w:t>T</w:t>
      </w:r>
      <w:r w:rsidR="001D7B54" w:rsidRPr="00CE560A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CE560A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84004D" w14:textId="77777777" w:rsidTr="00A35D20">
        <w:tc>
          <w:tcPr>
            <w:tcW w:w="9520" w:type="dxa"/>
          </w:tcPr>
          <w:p w14:paraId="24ECE7C4" w14:textId="77777777" w:rsidR="0085747A" w:rsidRPr="00CE560A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5532AAAA" w14:textId="77777777" w:rsidTr="00A35D20">
        <w:tc>
          <w:tcPr>
            <w:tcW w:w="9520" w:type="dxa"/>
          </w:tcPr>
          <w:p w14:paraId="760C695A" w14:textId="7BDB3E80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przedsiębiorstwem – istota, cele, znaczenie. Planowanie w przedsiębiorstwie, związek z kontrolą. Zarządzanie ustalaniem celów. </w:t>
            </w:r>
          </w:p>
        </w:tc>
      </w:tr>
      <w:tr w:rsidR="00A35D20" w:rsidRPr="00CE560A" w14:paraId="4AE4DDAB" w14:textId="77777777" w:rsidTr="00A35D20">
        <w:tc>
          <w:tcPr>
            <w:tcW w:w="9520" w:type="dxa"/>
          </w:tcPr>
          <w:p w14:paraId="13CA1719" w14:textId="24F9BCCC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Decydowanie w zarządzaniu, poglądy na definicję decyzji, proces decyzyjny w przedsiębiorstwie - od analizy do sytuacji funkcjonalnych, typologia procesu decyzyjnego, struktura problemu a poziomy zarządzania. </w:t>
            </w:r>
          </w:p>
        </w:tc>
      </w:tr>
      <w:tr w:rsidR="00A35D20" w:rsidRPr="00CE560A" w14:paraId="551073A5" w14:textId="77777777" w:rsidTr="00A35D20">
        <w:tc>
          <w:tcPr>
            <w:tcW w:w="9520" w:type="dxa"/>
          </w:tcPr>
          <w:p w14:paraId="4918BCD1" w14:textId="5FD77A2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jako proces informacyjno-decyzyjny: źródła dostarczające informacje we współczesnym świecie, łańcuch transformacji informacji pierwotnej w decyzje, podział informacji w procesach zarządzania, system informacyjny i kryteria jakościowe systemu informacyjnego. Narzędzia komputerowe wspomagające procesy zarządzania. Przyszłość narzędzi komputerowych w zarządzaniu. </w:t>
            </w:r>
          </w:p>
        </w:tc>
      </w:tr>
      <w:tr w:rsidR="00A35D20" w:rsidRPr="00CE560A" w14:paraId="6A05B72B" w14:textId="77777777" w:rsidTr="00A35D20">
        <w:tc>
          <w:tcPr>
            <w:tcW w:w="9520" w:type="dxa"/>
          </w:tcPr>
          <w:p w14:paraId="34EFAE7D" w14:textId="144FDE4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Kontrola w przedsiębiorstwie jako funkcja zarządzania: pojęcie kontroli, związek miedzy planowaniem i kontrolą, organizacyjne czynniki stwarzające potrzebę kontroli, określenie odpowiedniego stopnia kontroli, rodzaje kontroli.</w:t>
            </w:r>
          </w:p>
        </w:tc>
      </w:tr>
      <w:tr w:rsidR="00A35D20" w:rsidRPr="00CE560A" w14:paraId="00F03D96" w14:textId="77777777" w:rsidTr="00A35D20">
        <w:tc>
          <w:tcPr>
            <w:tcW w:w="9520" w:type="dxa"/>
          </w:tcPr>
          <w:p w14:paraId="4E78876D" w14:textId="570EA2E7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Projektowanie procesu kontroli: zdefiniowanie pożądanych wyników, ustalanie wskaźników przyszłych wyników, ustalanie norm dla wskaźników przyszłych wyników, ustalanie sieci informacyjnej i sprzężeń zwrotnych, ocena informacji i podjęcie działań korygujących.</w:t>
            </w:r>
          </w:p>
        </w:tc>
      </w:tr>
      <w:tr w:rsidR="00A35D20" w:rsidRPr="00CE560A" w14:paraId="7D5B13CD" w14:textId="77777777" w:rsidTr="00A35D20">
        <w:tc>
          <w:tcPr>
            <w:tcW w:w="9520" w:type="dxa"/>
          </w:tcPr>
          <w:p w14:paraId="4EB47E38" w14:textId="678C6DB4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Kontrola wewnętrzna w przedsiębiorstwie-pojęcie, znaczenie, rodzaje kontroli.</w:t>
            </w:r>
          </w:p>
        </w:tc>
      </w:tr>
      <w:tr w:rsidR="00A35D20" w:rsidRPr="00CE560A" w14:paraId="437A25DA" w14:textId="77777777" w:rsidTr="00A35D20">
        <w:tc>
          <w:tcPr>
            <w:tcW w:w="9520" w:type="dxa"/>
          </w:tcPr>
          <w:p w14:paraId="4ECA570B" w14:textId="115980E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Kontroling w zarządzaniu przedsiębiorstwem: istota i zadania kontrolingu, zróżnicowanie pojęcia kontrolingu, zasadnicze różnice między kontrola i kontrolingiem, funkcje kontrolingu, zakres działania kontrolingu, miejsce kontrolingu w strukturze przedsiębiorstwa, formy organizacyjne kontrolingu. Kontroling operacyjny a strategiczny. </w:t>
            </w:r>
          </w:p>
        </w:tc>
      </w:tr>
      <w:tr w:rsidR="00A35D20" w:rsidRPr="00CE560A" w14:paraId="17BAFF97" w14:textId="77777777" w:rsidTr="00A35D20">
        <w:tc>
          <w:tcPr>
            <w:tcW w:w="9520" w:type="dxa"/>
          </w:tcPr>
          <w:p w14:paraId="7C9C6AD2" w14:textId="31B3416A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Pozycja kontrolera i jego zadania w hierarchii przedsiębiorstwa. Rachunkowość jako baza informacyjna kontrolingu. </w:t>
            </w:r>
          </w:p>
        </w:tc>
      </w:tr>
      <w:tr w:rsidR="00A35D20" w:rsidRPr="00CE560A" w14:paraId="0CEC47E5" w14:textId="77777777" w:rsidTr="00A35D20">
        <w:tc>
          <w:tcPr>
            <w:tcW w:w="9520" w:type="dxa"/>
          </w:tcPr>
          <w:p w14:paraId="274B403E" w14:textId="44E14005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 przedsiębiorstwie: pojęcie, istota, znaczenie. Rodzaje audytu ze względu na umiejscowienie w jednostce: audyt wewnętrzny i zewnętrzny.</w:t>
            </w:r>
          </w:p>
        </w:tc>
      </w:tr>
      <w:tr w:rsidR="00A35D20" w:rsidRPr="00CE560A" w14:paraId="7493CC5D" w14:textId="77777777" w:rsidTr="00A35D20">
        <w:tc>
          <w:tcPr>
            <w:tcW w:w="9520" w:type="dxa"/>
          </w:tcPr>
          <w:p w14:paraId="0365D472" w14:textId="1061E8B8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Rodzaje audytu ze względu na przedmiot oceny: audyt działalności, etyczny, finansowy, informatyczny, jakości, marketingowy, operacyjny, personalny, wiedzy. </w:t>
            </w:r>
          </w:p>
        </w:tc>
      </w:tr>
      <w:tr w:rsidR="00A35D20" w:rsidRPr="00CE560A" w14:paraId="0DFB0A82" w14:textId="77777777" w:rsidTr="00A35D20">
        <w:tc>
          <w:tcPr>
            <w:tcW w:w="9520" w:type="dxa"/>
          </w:tcPr>
          <w:p w14:paraId="4A53DABB" w14:textId="172999B6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Audyt wewnętrzny i kontrola wewnętrzna jako niezależne narzędzia wspierające realizację celów przedsiębiorstwa. </w:t>
            </w:r>
          </w:p>
        </w:tc>
      </w:tr>
      <w:tr w:rsidR="00A35D20" w:rsidRPr="00CE560A" w14:paraId="703EE0CC" w14:textId="77777777" w:rsidTr="00A35D20">
        <w:tc>
          <w:tcPr>
            <w:tcW w:w="9520" w:type="dxa"/>
          </w:tcPr>
          <w:p w14:paraId="04208FF2" w14:textId="31FA9DCE" w:rsidR="00A35D20" w:rsidRPr="00CE560A" w:rsidRDefault="00A35D20" w:rsidP="00A35D2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Różnice i relacje zachodzące pomiędzy audytem wewnętrznym (obszar działania, cel działania, sposób zorganizowania, sposób działania) i kontrola wewnętrzną. </w:t>
            </w:r>
          </w:p>
        </w:tc>
      </w:tr>
    </w:tbl>
    <w:p w14:paraId="733152FC" w14:textId="77777777" w:rsidR="0085747A" w:rsidRPr="00CE560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CE560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E560A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E560A">
        <w:rPr>
          <w:rFonts w:ascii="Corbel" w:hAnsi="Corbel"/>
          <w:sz w:val="24"/>
          <w:szCs w:val="24"/>
        </w:rPr>
        <w:t xml:space="preserve">, </w:t>
      </w:r>
      <w:r w:rsidRPr="00CE560A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CE560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2F5B3963" w14:textId="77777777" w:rsidTr="00A35D20">
        <w:tc>
          <w:tcPr>
            <w:tcW w:w="9520" w:type="dxa"/>
          </w:tcPr>
          <w:p w14:paraId="00ED6C2A" w14:textId="77777777" w:rsidR="0085747A" w:rsidRPr="00CE560A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35D20" w:rsidRPr="00CE560A" w14:paraId="1C230FF5" w14:textId="77777777" w:rsidTr="00A35D20">
        <w:tc>
          <w:tcPr>
            <w:tcW w:w="9520" w:type="dxa"/>
          </w:tcPr>
          <w:p w14:paraId="59B5524C" w14:textId="4CEB6A84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Zarządzanie i jego funkcje. Charakterystyka, znaczenie dla przedsiębiorstwa. Miejsce kontroli w zarządzaniu przedsiębiorstwem. </w:t>
            </w:r>
          </w:p>
        </w:tc>
      </w:tr>
      <w:tr w:rsidR="00A35D20" w:rsidRPr="00CE560A" w14:paraId="7BDBAFB0" w14:textId="77777777" w:rsidTr="00A35D20">
        <w:tc>
          <w:tcPr>
            <w:tcW w:w="9520" w:type="dxa"/>
          </w:tcPr>
          <w:p w14:paraId="0827D9D0" w14:textId="15549C4F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Tradycyjne i nowoczesne techniki decyzyjne, warunki sprawności procesu decyzyjnego. Podejmij decyzje-testy.</w:t>
            </w:r>
          </w:p>
        </w:tc>
      </w:tr>
      <w:tr w:rsidR="00A35D20" w:rsidRPr="00CE560A" w14:paraId="52C24D11" w14:textId="77777777" w:rsidTr="00A35D20">
        <w:tc>
          <w:tcPr>
            <w:tcW w:w="9520" w:type="dxa"/>
          </w:tcPr>
          <w:p w14:paraId="35EFFCCE" w14:textId="35334A1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Etapy procesu  kontroli i ich elementy. Zastosowanie. Czynniki organizacyjne powodujące potrzebę kontroli. Cechy skutecznych systemów kontroli. Przykłady. </w:t>
            </w:r>
          </w:p>
        </w:tc>
      </w:tr>
      <w:tr w:rsidR="00A35D20" w:rsidRPr="00CE560A" w14:paraId="491600E3" w14:textId="77777777" w:rsidTr="00A35D20">
        <w:tc>
          <w:tcPr>
            <w:tcW w:w="9520" w:type="dxa"/>
          </w:tcPr>
          <w:p w14:paraId="6A047C00" w14:textId="12688ADA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Podstawowe wytyczne w przedsiębiorstwie dotyczące systemu kontroli: rodzaje pomiarów, liczba pomiarów, uprawnienia do ustanawiania mierników i norm, elastyczność norm, częstotliwość pomiarów, kierunek sprzężeń zwrotnych. Studium przypadku. </w:t>
            </w:r>
          </w:p>
        </w:tc>
      </w:tr>
      <w:tr w:rsidR="00A35D20" w:rsidRPr="00CE560A" w14:paraId="09FCCA27" w14:textId="77777777" w:rsidTr="00A35D20">
        <w:tc>
          <w:tcPr>
            <w:tcW w:w="9520" w:type="dxa"/>
          </w:tcPr>
          <w:p w14:paraId="126A1037" w14:textId="4F32D0A8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Kluczowe obszary efektywności kontroli: strategiczne punkty kontroli, cechy skutecznych systemów kontroli, problemy przy ustanawianiu skutecznych systemów kontroli. Studium przypadku. </w:t>
            </w:r>
          </w:p>
        </w:tc>
      </w:tr>
      <w:tr w:rsidR="00A35D20" w:rsidRPr="00CE560A" w14:paraId="6D43C267" w14:textId="77777777" w:rsidTr="00A35D20">
        <w:tc>
          <w:tcPr>
            <w:tcW w:w="9520" w:type="dxa"/>
          </w:tcPr>
          <w:p w14:paraId="5F4ECE0D" w14:textId="7DF34AB7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Funkcje i cechy kontrolingu operacyjnego i strategicznego. Przykłady. </w:t>
            </w:r>
          </w:p>
        </w:tc>
      </w:tr>
      <w:tr w:rsidR="00A35D20" w:rsidRPr="00CE560A" w14:paraId="05E3EE77" w14:textId="77777777" w:rsidTr="00A35D20">
        <w:tc>
          <w:tcPr>
            <w:tcW w:w="9520" w:type="dxa"/>
          </w:tcPr>
          <w:p w14:paraId="3B494B8B" w14:textId="32514CA1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Zadania kontrolingu w zarządzaniu przedsiębiorstwem. Studium przypadku. </w:t>
            </w:r>
          </w:p>
        </w:tc>
      </w:tr>
      <w:tr w:rsidR="00A35D20" w:rsidRPr="00CE560A" w14:paraId="5C66C152" w14:textId="77777777" w:rsidTr="00A35D20">
        <w:tc>
          <w:tcPr>
            <w:tcW w:w="9520" w:type="dxa"/>
          </w:tcPr>
          <w:p w14:paraId="734C97C1" w14:textId="2F7DE739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Audyt wewnętrzny i zewnętrzny: zakres zadań, funkcje, przykłady. Klasyfikacja audytu wewnętrznego. Audyt operacyjny i finansowy – różnice i podobieństwa.</w:t>
            </w:r>
          </w:p>
        </w:tc>
      </w:tr>
      <w:tr w:rsidR="00A35D20" w:rsidRPr="00CE560A" w14:paraId="6A16C200" w14:textId="77777777" w:rsidTr="00A35D20">
        <w:tc>
          <w:tcPr>
            <w:tcW w:w="9520" w:type="dxa"/>
          </w:tcPr>
          <w:p w14:paraId="181EA118" w14:textId="344A095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Etapy czynności audytorskich. Uprawnienia audytora w trakcie przeprowadzania audytu. </w:t>
            </w:r>
          </w:p>
        </w:tc>
      </w:tr>
      <w:tr w:rsidR="00A35D20" w:rsidRPr="00CE560A" w14:paraId="53F66FC9" w14:textId="77777777" w:rsidTr="00A35D20">
        <w:tc>
          <w:tcPr>
            <w:tcW w:w="9520" w:type="dxa"/>
          </w:tcPr>
          <w:p w14:paraId="2EDC4958" w14:textId="1755EE1C" w:rsidR="00A35D20" w:rsidRPr="00CE560A" w:rsidRDefault="00A35D20" w:rsidP="00A35D2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 xml:space="preserve">Znaczenie audytu w działalności przedsiębiorstwa. Studium przypadku. </w:t>
            </w:r>
          </w:p>
        </w:tc>
      </w:tr>
    </w:tbl>
    <w:p w14:paraId="0313640A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CE560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CE560A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CE560A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CE560A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CE560A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CE560A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CE560A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CE560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CE560A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CE560A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C88CB9" w14:textId="6830F8CA" w:rsidR="00A35D20" w:rsidRPr="00CE560A" w:rsidRDefault="00A35D20" w:rsidP="00A35D2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Wykład: wykład z prezentacją multimedialną (platforma Teams)</w:t>
      </w:r>
    </w:p>
    <w:p w14:paraId="34CB812E" w14:textId="59C5D260" w:rsidR="00A35D20" w:rsidRPr="00CE560A" w:rsidRDefault="00A35D20" w:rsidP="00A35D20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Ćwiczenia: studium przypadku, dyskusja</w:t>
      </w:r>
    </w:p>
    <w:p w14:paraId="602F9744" w14:textId="77777777" w:rsidR="00E960BB" w:rsidRPr="00CE560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CE560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 </w:t>
      </w:r>
      <w:r w:rsidR="0085747A" w:rsidRPr="00CE560A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CE560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CE560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E560A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E560A" w14:paraId="1537DE26" w14:textId="77777777" w:rsidTr="00A35D20">
        <w:tc>
          <w:tcPr>
            <w:tcW w:w="1962" w:type="dxa"/>
            <w:vAlign w:val="center"/>
          </w:tcPr>
          <w:p w14:paraId="50E71C51" w14:textId="77777777" w:rsidR="0085747A" w:rsidRPr="00CE560A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CE560A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CE560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CE560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35D20" w:rsidRPr="00CE560A" w14:paraId="5FC256E6" w14:textId="77777777" w:rsidTr="00A35D20">
        <w:tc>
          <w:tcPr>
            <w:tcW w:w="1962" w:type="dxa"/>
          </w:tcPr>
          <w:p w14:paraId="1B521E17" w14:textId="38F048F5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03C12DA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zajęć</w:t>
            </w:r>
          </w:p>
        </w:tc>
        <w:tc>
          <w:tcPr>
            <w:tcW w:w="2117" w:type="dxa"/>
          </w:tcPr>
          <w:p w14:paraId="4D5562F6" w14:textId="2A677C3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2D84DE03" w14:textId="77777777" w:rsidTr="00A35D20">
        <w:tc>
          <w:tcPr>
            <w:tcW w:w="1962" w:type="dxa"/>
          </w:tcPr>
          <w:p w14:paraId="3D8CA619" w14:textId="71EB2A3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2501461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78BD60D8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7A31C40" w14:textId="77777777" w:rsidTr="00A35D20">
        <w:tc>
          <w:tcPr>
            <w:tcW w:w="1962" w:type="dxa"/>
          </w:tcPr>
          <w:p w14:paraId="6F865474" w14:textId="143932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F62DC61" w14:textId="3CEAEC2C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EAD40FD" w14:textId="2870AA2F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A35D20" w:rsidRPr="00CE560A" w14:paraId="39807DE2" w14:textId="77777777" w:rsidTr="00A35D20">
        <w:tc>
          <w:tcPr>
            <w:tcW w:w="1962" w:type="dxa"/>
          </w:tcPr>
          <w:p w14:paraId="725FB81B" w14:textId="053D8340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zCs w:val="24"/>
              </w:rPr>
              <w:t xml:space="preserve">ek_04 </w:t>
            </w:r>
          </w:p>
        </w:tc>
        <w:tc>
          <w:tcPr>
            <w:tcW w:w="5441" w:type="dxa"/>
          </w:tcPr>
          <w:p w14:paraId="5D26E429" w14:textId="5C5DBE29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ocena prezentowanego stanowiska</w:t>
            </w:r>
          </w:p>
        </w:tc>
        <w:tc>
          <w:tcPr>
            <w:tcW w:w="2117" w:type="dxa"/>
          </w:tcPr>
          <w:p w14:paraId="380BD894" w14:textId="072078A6" w:rsidR="00A35D20" w:rsidRPr="00CE560A" w:rsidRDefault="00A35D20" w:rsidP="00A35D2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CE560A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CE560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4.2 </w:t>
      </w:r>
      <w:r w:rsidR="0085747A" w:rsidRPr="00CE560A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E560A" w14:paraId="442B12DD" w14:textId="77777777" w:rsidTr="00923D7D">
        <w:tc>
          <w:tcPr>
            <w:tcW w:w="9670" w:type="dxa"/>
          </w:tcPr>
          <w:p w14:paraId="3FF0586D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27D14C9" w14:textId="46030E06" w:rsidR="00CE560A" w:rsidRPr="00CE560A" w:rsidRDefault="00CE560A" w:rsidP="00CE560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Kolokwium obejmujące treści przekazane i wypracowane w trakcie ćwiczeń i wykładów. Podstawą oceny pozytywnej jest wynik pracy pisemnej, z której student uzyska min. 50% wymaganych punktów.</w:t>
            </w:r>
          </w:p>
          <w:p w14:paraId="13930591" w14:textId="77777777" w:rsidR="00CE560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4225531" w14:textId="10E5F133" w:rsidR="0085747A" w:rsidRPr="00CE560A" w:rsidRDefault="00CE560A" w:rsidP="00CE560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bCs/>
                <w:smallCaps w:val="0"/>
                <w:szCs w:val="24"/>
              </w:rPr>
              <w:t>Zaliczenie obejmuje obecność na wykładzie, a treści przekazane w trakcie wykładów będą uwzględnione w kolokwium.</w:t>
            </w:r>
          </w:p>
        </w:tc>
      </w:tr>
    </w:tbl>
    <w:p w14:paraId="437F8EDD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CE560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E560A">
        <w:rPr>
          <w:rFonts w:ascii="Corbel" w:hAnsi="Corbel"/>
          <w:b/>
          <w:sz w:val="24"/>
          <w:szCs w:val="24"/>
        </w:rPr>
        <w:t xml:space="preserve">5. </w:t>
      </w:r>
      <w:r w:rsidR="00C61DC5" w:rsidRPr="00CE560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CE560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E560A" w14:paraId="239F5ABA" w14:textId="77777777" w:rsidTr="00CE560A">
        <w:tc>
          <w:tcPr>
            <w:tcW w:w="4902" w:type="dxa"/>
            <w:vAlign w:val="center"/>
          </w:tcPr>
          <w:p w14:paraId="366108B2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CE560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E560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E560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E560A" w:rsidRPr="00CE560A" w14:paraId="41D7342E" w14:textId="77777777" w:rsidTr="00CE560A">
        <w:tc>
          <w:tcPr>
            <w:tcW w:w="4902" w:type="dxa"/>
          </w:tcPr>
          <w:p w14:paraId="336857A1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60FB6CA0" w:rsidR="00CE560A" w:rsidRPr="00CE560A" w:rsidRDefault="000A1600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E560A" w:rsidRPr="00CE560A" w14:paraId="14748C99" w14:textId="77777777" w:rsidTr="00CE560A">
        <w:tc>
          <w:tcPr>
            <w:tcW w:w="4902" w:type="dxa"/>
          </w:tcPr>
          <w:p w14:paraId="77F9A71E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1A93EC45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(udział w konsultacjach i zaliczeniu)</w:t>
            </w:r>
          </w:p>
        </w:tc>
        <w:tc>
          <w:tcPr>
            <w:tcW w:w="4618" w:type="dxa"/>
          </w:tcPr>
          <w:p w14:paraId="24D181FD" w14:textId="2068D632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E560A" w:rsidRPr="00CE560A" w14:paraId="41367D30" w14:textId="77777777" w:rsidTr="00CE560A">
        <w:tc>
          <w:tcPr>
            <w:tcW w:w="4902" w:type="dxa"/>
          </w:tcPr>
          <w:p w14:paraId="4F573F09" w14:textId="0A747768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Godziny niekontaktowe – praca własna studenta (przygotowanie do zajęć i kolokwium)</w:t>
            </w:r>
          </w:p>
        </w:tc>
        <w:tc>
          <w:tcPr>
            <w:tcW w:w="4618" w:type="dxa"/>
          </w:tcPr>
          <w:p w14:paraId="611A18CE" w14:textId="7F7DCE0A" w:rsidR="00CE560A" w:rsidRPr="00CE560A" w:rsidRDefault="000A1600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29</w:t>
            </w:r>
          </w:p>
        </w:tc>
      </w:tr>
      <w:tr w:rsidR="00CE560A" w:rsidRPr="00CE560A" w14:paraId="45A3E8D7" w14:textId="77777777" w:rsidTr="00CE560A">
        <w:tc>
          <w:tcPr>
            <w:tcW w:w="4902" w:type="dxa"/>
          </w:tcPr>
          <w:p w14:paraId="626D78EC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5387642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CE560A" w:rsidRPr="00CE560A" w14:paraId="761AF2EE" w14:textId="77777777" w:rsidTr="00CE560A">
        <w:tc>
          <w:tcPr>
            <w:tcW w:w="4902" w:type="dxa"/>
          </w:tcPr>
          <w:p w14:paraId="3C28658F" w14:textId="77777777" w:rsidR="00CE560A" w:rsidRPr="00CE560A" w:rsidRDefault="00CE560A" w:rsidP="00CE560A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38269960" w:rsidR="00CE560A" w:rsidRPr="00CE560A" w:rsidRDefault="00CE560A" w:rsidP="00CE560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E560A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CE560A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CE560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E560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CE560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CE560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6. </w:t>
      </w:r>
      <w:r w:rsidR="0085747A" w:rsidRPr="00CE560A">
        <w:rPr>
          <w:rFonts w:ascii="Corbel" w:hAnsi="Corbel"/>
          <w:smallCaps w:val="0"/>
          <w:szCs w:val="24"/>
        </w:rPr>
        <w:t>PRAKTYKI ZAWO</w:t>
      </w:r>
      <w:r w:rsidR="009D3F3B" w:rsidRPr="00CE560A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E560A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377960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E560A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0381432" w:rsidR="0085747A" w:rsidRPr="00CE560A" w:rsidRDefault="00CE56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CE560A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E560A">
        <w:rPr>
          <w:rFonts w:ascii="Corbel" w:hAnsi="Corbel"/>
          <w:smallCaps w:val="0"/>
          <w:szCs w:val="24"/>
        </w:rPr>
        <w:t xml:space="preserve">7. </w:t>
      </w:r>
      <w:r w:rsidR="0085747A" w:rsidRPr="00CE560A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CE560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E560A" w14:paraId="0ACABF41" w14:textId="77777777" w:rsidTr="008962A4">
        <w:trPr>
          <w:trHeight w:val="397"/>
        </w:trPr>
        <w:tc>
          <w:tcPr>
            <w:tcW w:w="5000" w:type="pct"/>
          </w:tcPr>
          <w:p w14:paraId="20D1B7A3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7242677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Jedynak P. (red.nauk.), Audyt w zarządzaniu przedsiębiorstwem, wyd. UJ, Kraków 2004.</w:t>
            </w:r>
          </w:p>
          <w:p w14:paraId="50E46E15" w14:textId="77777777" w:rsidR="00CE560A" w:rsidRPr="00CE560A" w:rsidRDefault="00CE560A" w:rsidP="00CE560A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Kuc B.(red. nauk.), Kontrola, kontroling i audyt: podobieństwa i różnice, wyd. WSZiP, Warszawa 2006.</w:t>
            </w:r>
          </w:p>
          <w:p w14:paraId="50F2B9B2" w14:textId="03805763" w:rsidR="00CE560A" w:rsidRPr="00CE560A" w:rsidRDefault="00CE560A" w:rsidP="009C54AE">
            <w:pPr>
              <w:pStyle w:val="Punktygwne"/>
              <w:numPr>
                <w:ilvl w:val="0"/>
                <w:numId w:val="3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Szczepankiewicz E., Kontrola i audyt wewnętrzny w jednostkach, wyd. UE w Poznaniu, Poznań 2016.</w:t>
            </w:r>
          </w:p>
        </w:tc>
      </w:tr>
      <w:tr w:rsidR="0085747A" w:rsidRPr="00CE560A" w14:paraId="6F6FB0B1" w14:textId="77777777" w:rsidTr="008962A4">
        <w:trPr>
          <w:trHeight w:val="397"/>
        </w:trPr>
        <w:tc>
          <w:tcPr>
            <w:tcW w:w="5000" w:type="pct"/>
          </w:tcPr>
          <w:p w14:paraId="7362957F" w14:textId="77777777" w:rsidR="0085747A" w:rsidRPr="00CE560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560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CAE599C" w14:textId="77777777" w:rsidR="00CE560A" w:rsidRPr="00CE560A" w:rsidRDefault="00CE560A" w:rsidP="00CE560A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>Gumińska B., Marchewka-Bartkowiak K, Szeląg B. (red. nauk.), Audyt wewnętrzny i kontrola zarządcza: studium przypadku, CeDeWu, Warszawa 2012</w:t>
            </w:r>
          </w:p>
          <w:p w14:paraId="1F17CF12" w14:textId="50FD7349" w:rsidR="00CE560A" w:rsidRPr="00CE560A" w:rsidRDefault="00CE560A" w:rsidP="009C54AE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CE560A">
              <w:rPr>
                <w:rFonts w:ascii="Corbel" w:hAnsi="Corbel"/>
                <w:b w:val="0"/>
                <w:smallCaps w:val="0"/>
                <w:sz w:val="22"/>
              </w:rPr>
              <w:t>Lisiński M. (red. nauk.), Audyt wewnętrzny w doskonaleniu instytucji: aspekty teoretyczno-metodologiczne i praktyczne, PWE, Warszawa 2011</w:t>
            </w:r>
          </w:p>
        </w:tc>
      </w:tr>
    </w:tbl>
    <w:p w14:paraId="2ADA5742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CE560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CE560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E560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E56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F2FE8" w14:textId="77777777" w:rsidR="00955187" w:rsidRDefault="00955187" w:rsidP="00C16ABF">
      <w:pPr>
        <w:spacing w:after="0" w:line="240" w:lineRule="auto"/>
      </w:pPr>
      <w:r>
        <w:separator/>
      </w:r>
    </w:p>
  </w:endnote>
  <w:endnote w:type="continuationSeparator" w:id="0">
    <w:p w14:paraId="35224B87" w14:textId="77777777" w:rsidR="00955187" w:rsidRDefault="009551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73F186" w14:textId="77777777" w:rsidR="00955187" w:rsidRDefault="00955187" w:rsidP="00C16ABF">
      <w:pPr>
        <w:spacing w:after="0" w:line="240" w:lineRule="auto"/>
      </w:pPr>
      <w:r>
        <w:separator/>
      </w:r>
    </w:p>
  </w:footnote>
  <w:footnote w:type="continuationSeparator" w:id="0">
    <w:p w14:paraId="0F4B766C" w14:textId="77777777" w:rsidR="00955187" w:rsidRDefault="0095518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C4EDC"/>
    <w:multiLevelType w:val="hybridMultilevel"/>
    <w:tmpl w:val="EF52A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4209C"/>
    <w:multiLevelType w:val="hybridMultilevel"/>
    <w:tmpl w:val="71684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8B7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1600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4832"/>
    <w:rsid w:val="00124BFF"/>
    <w:rsid w:val="0012560E"/>
    <w:rsid w:val="00127108"/>
    <w:rsid w:val="00134B13"/>
    <w:rsid w:val="00146BC0"/>
    <w:rsid w:val="00153C41"/>
    <w:rsid w:val="00154381"/>
    <w:rsid w:val="0016289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A740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971B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6A3B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612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0C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18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5D20"/>
    <w:rsid w:val="00A36899"/>
    <w:rsid w:val="00A371F6"/>
    <w:rsid w:val="00A4020B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60A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F5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2BE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79A7261-8CE4-4077-BAEE-5375C8BA96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A739FD-1B25-4706-BC13-BDD0682B9B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217759-8DAA-49ED-8D41-C9CE8BB970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661B0B5-1FFC-4028-A897-7898AB8E26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26</TotalTime>
  <Pages>1</Pages>
  <Words>1286</Words>
  <Characters>7720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2019-02-06T12:12:00Z</cp:lastPrinted>
  <dcterms:created xsi:type="dcterms:W3CDTF">2020-10-26T21:37:00Z</dcterms:created>
  <dcterms:modified xsi:type="dcterms:W3CDTF">2021-11-04T09:15:00Z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